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8596B68" w14:textId="77777777" w:rsidR="00A54F75" w:rsidRPr="006B56FD" w:rsidRDefault="00A54F75" w:rsidP="00A54F7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697A2A5A" w14:textId="77777777" w:rsidR="00A54F75" w:rsidRPr="006B56FD" w:rsidRDefault="00A54F75" w:rsidP="00A54F7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EB7BA08" w14:textId="77777777" w:rsidR="00A54F75" w:rsidRPr="006B56FD" w:rsidRDefault="00A54F75" w:rsidP="00A54F7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27AD5">
              <w:rPr>
                <w:rFonts w:asciiTheme="minorHAnsi" w:hAnsiTheme="minorHAnsi" w:cstheme="minorHAnsi"/>
                <w:b/>
                <w:bCs/>
              </w:rPr>
              <w:t>Łódź</w:t>
            </w:r>
          </w:p>
          <w:p w14:paraId="3F4CA6ED" w14:textId="396877A2" w:rsidR="00B67D39" w:rsidRPr="006B56FD" w:rsidRDefault="00A54F75" w:rsidP="00A54F7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1837B6">
              <w:rPr>
                <w:rFonts w:asciiTheme="minorHAnsi" w:hAnsiTheme="minorHAnsi" w:cstheme="minorHAnsi"/>
                <w:b/>
                <w:bCs/>
                <w:color w:val="000000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1A0BF9E5" w14:textId="77777777" w:rsidR="00A54F75" w:rsidRPr="00CC7E12" w:rsidRDefault="00A54F75" w:rsidP="00A54F75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Pr="00BB758E">
        <w:rPr>
          <w:rFonts w:cstheme="minorHAnsi"/>
          <w:b/>
          <w:bCs/>
          <w:szCs w:val="18"/>
          <w:lang w:eastAsia="pl-PL"/>
        </w:rPr>
        <w:t>„Modernizacja Dachu Budynku B(biurowy) RE Łowicz</w:t>
      </w:r>
      <w:r w:rsidRPr="00BB758E">
        <w:rPr>
          <w:rFonts w:cstheme="minorHAnsi"/>
          <w:b/>
          <w:bCs/>
          <w:i/>
          <w:iCs/>
          <w:szCs w:val="18"/>
          <w:lang w:eastAsia="pl-PL"/>
        </w:rPr>
        <w:t>”</w:t>
      </w:r>
      <w:r>
        <w:rPr>
          <w:rFonts w:cstheme="minorHAnsi"/>
          <w:b/>
          <w:bCs/>
          <w:i/>
          <w:iCs/>
          <w:szCs w:val="18"/>
          <w:lang w:eastAsia="pl-PL"/>
        </w:rPr>
        <w:t xml:space="preserve"> </w:t>
      </w:r>
      <w:r w:rsidRPr="00CC7E12">
        <w:rPr>
          <w:rFonts w:cstheme="minorHAnsi"/>
        </w:rPr>
        <w:t xml:space="preserve">nr </w:t>
      </w:r>
      <w:r w:rsidRPr="00BB758E">
        <w:rPr>
          <w:rFonts w:cstheme="minorHAnsi"/>
          <w:b/>
          <w:bCs/>
          <w:szCs w:val="18"/>
          <w:lang w:eastAsia="pl-PL"/>
        </w:rPr>
        <w:t>POST/DYS/OLD/GZ/04359/2025</w:t>
      </w:r>
      <w:r w:rsidRPr="00CC7E12">
        <w:rPr>
          <w:rFonts w:cstheme="minorHAnsi"/>
        </w:rPr>
        <w:t xml:space="preserve">, prowadzonego przez </w:t>
      </w:r>
      <w:r w:rsidRPr="009E37B2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54F7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A54F75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A54F75">
        <w:rPr>
          <w:rFonts w:eastAsia="Times New Roman" w:cs="Arial"/>
        </w:rPr>
        <w:t>, zaktualizowanym rozporządzeniem Rady (UE) 2025/2033 (Dz.U. L, 2025/2033 z 23.10.2025) dalej: rozporządzenie 2025/2033</w:t>
      </w:r>
      <w:r w:rsidRPr="00A54F75">
        <w:t>.</w:t>
      </w:r>
      <w:r w:rsidRPr="00A54F75">
        <w:rPr>
          <w:vertAlign w:val="superscript"/>
        </w:rPr>
        <w:footnoteReference w:id="1"/>
      </w:r>
    </w:p>
    <w:p w14:paraId="3EA3242A" w14:textId="70A1B7D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517C2EE0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</w:t>
      </w:r>
      <w:r w:rsidR="00A54F75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5B4F755F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</w:t>
      </w:r>
      <w:r w:rsidR="00A54F75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22B93E2D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</w:t>
      </w:r>
      <w:r w:rsidR="00A54F75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54F7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745F7D3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E5439D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646974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48059FF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AD71AB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6DC8177" w:rsidR="00347E8D" w:rsidRPr="006B2C28" w:rsidRDefault="00A54F75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B416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„Modernizacja Dachu Budynku B(biurowy) RE Łowicz”</w:t>
          </w:r>
          <w:r w:rsidRPr="00627AD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</w:r>
          <w:r w:rsidRPr="005B416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POST/DYS/OLD/GZ/04359/2025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1AA4B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2D9B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49F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4F75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36B1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79A9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2771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788</Words>
  <Characters>4734</Characters>
  <Application>Microsoft Office Word</Application>
  <DocSecurity>0</DocSecurity>
  <Lines>39</Lines>
  <Paragraphs>11</Paragraphs>
  <ScaleCrop>false</ScaleCrop>
  <Company>PGE Systemy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3</cp:revision>
  <cp:lastPrinted>2024-07-15T11:21:00Z</cp:lastPrinted>
  <dcterms:created xsi:type="dcterms:W3CDTF">2025-12-03T10:34:00Z</dcterms:created>
  <dcterms:modified xsi:type="dcterms:W3CDTF">2025-12-04T08:59:00Z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